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October 12 – October 15,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7F4E13">
        <w:trPr>
          <w:trHeight w:val="953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10/11</w:t>
            </w:r>
          </w:p>
        </w:tc>
        <w:tc>
          <w:tcPr>
            <w:tcW w:w="3150" w:type="dxa"/>
          </w:tcPr>
          <w:p w:rsidR="00B6330B" w:rsidRDefault="00B6330B" w:rsidP="00BB401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330B" w:rsidRPr="00A928A5" w:rsidRDefault="00B6330B" w:rsidP="00BB401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 CLASSES</w:t>
            </w:r>
          </w:p>
        </w:tc>
        <w:tc>
          <w:tcPr>
            <w:tcW w:w="3870" w:type="dxa"/>
          </w:tcPr>
          <w:p w:rsidR="00B6330B" w:rsidRPr="00BB4011" w:rsidRDefault="00B6330B" w:rsidP="00444E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B6330B" w:rsidRDefault="00B6330B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B6330B" w:rsidRDefault="00B6330B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B6330B" w:rsidRDefault="00B6330B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B6330B" w:rsidRPr="00B27929" w:rsidRDefault="00B6330B" w:rsidP="00B27929">
            <w:pPr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10/12</w:t>
            </w:r>
          </w:p>
        </w:tc>
        <w:tc>
          <w:tcPr>
            <w:tcW w:w="3150" w:type="dxa"/>
          </w:tcPr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learn about the elements of medieval narrative, including romances and religious allegories.</w:t>
            </w:r>
          </w:p>
          <w:p w:rsidR="00B6330B" w:rsidRPr="008F19DB" w:rsidRDefault="00B6330B" w:rsidP="002034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-QuickWrite: If you wanted to write about a pilgrimage, what sorts of characters would you include and where would they go?</w:t>
            </w:r>
          </w:p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-Introduction to </w:t>
            </w:r>
            <w:r w:rsidRPr="00BB4011">
              <w:rPr>
                <w:rFonts w:ascii="Arial" w:hAnsi="Arial" w:cs="Arial"/>
                <w:i/>
                <w:sz w:val="18"/>
                <w:szCs w:val="18"/>
              </w:rPr>
              <w:t>The Canterbury Tales</w:t>
            </w:r>
            <w:r>
              <w:rPr>
                <w:rFonts w:ascii="Arial" w:hAnsi="Arial" w:cs="Arial"/>
                <w:sz w:val="18"/>
                <w:szCs w:val="18"/>
              </w:rPr>
              <w:t>, Chaucer, social classes, characterization (direct and indirect), and frame story.</w:t>
            </w:r>
          </w:p>
          <w:p w:rsidR="00B6330B" w:rsidRPr="008F19D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-Begin reading the Prologue to </w:t>
            </w:r>
            <w:r w:rsidRPr="00BB4011">
              <w:rPr>
                <w:rFonts w:ascii="Arial" w:hAnsi="Arial" w:cs="Arial"/>
                <w:i/>
                <w:sz w:val="18"/>
                <w:szCs w:val="18"/>
              </w:rPr>
              <w:t>The Canterbury Tales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B6330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B6330B" w:rsidRDefault="00B6330B" w:rsidP="00327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 DUE – (F)</w:t>
            </w:r>
          </w:p>
          <w:p w:rsidR="00B6330B" w:rsidRPr="008F19D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444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10/13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learn about the elements of medieval narrative, including romances and religious allegories.</w:t>
            </w:r>
          </w:p>
          <w:p w:rsidR="00B6330B" w:rsidRPr="008F19DB" w:rsidRDefault="00B6330B" w:rsidP="00BC71E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B6330B" w:rsidRDefault="00B6330B" w:rsidP="00BC71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-QuickWrite: Write an original description of a fictional character using ONLY indirect characterization.</w:t>
            </w:r>
          </w:p>
          <w:p w:rsidR="00B6330B" w:rsidRDefault="00B6330B" w:rsidP="00BC71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-Provide background information on the humors and physiognomy.</w:t>
            </w:r>
          </w:p>
          <w:p w:rsidR="00B6330B" w:rsidRPr="008F19DB" w:rsidRDefault="00B6330B" w:rsidP="00BC71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-Continue reading and study of The Prologue.</w:t>
            </w:r>
          </w:p>
        </w:tc>
        <w:tc>
          <w:tcPr>
            <w:tcW w:w="3690" w:type="dxa"/>
          </w:tcPr>
          <w:p w:rsidR="00B6330B" w:rsidRDefault="00B6330B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Prologue Study Guide Questions – (F)</w:t>
            </w:r>
          </w:p>
          <w:p w:rsidR="00B6330B" w:rsidRPr="008F19DB" w:rsidRDefault="00B6330B" w:rsidP="000D5C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2E54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10/14</w:t>
            </w:r>
          </w:p>
        </w:tc>
        <w:tc>
          <w:tcPr>
            <w:tcW w:w="3150" w:type="dxa"/>
          </w:tcPr>
          <w:p w:rsidR="00B6330B" w:rsidRPr="008F19DB" w:rsidRDefault="00B6330B" w:rsidP="002F0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explore Chaucer’s view of the social classes represented by two pilgrims.</w:t>
            </w:r>
          </w:p>
        </w:tc>
        <w:tc>
          <w:tcPr>
            <w:tcW w:w="3870" w:type="dxa"/>
          </w:tcPr>
          <w:p w:rsidR="00B6330B" w:rsidRDefault="00B6330B" w:rsidP="002E54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-QuickReview: Final Study Guide questions for The Prologue.</w:t>
            </w:r>
          </w:p>
          <w:p w:rsidR="00B6330B" w:rsidRPr="008F19DB" w:rsidRDefault="00B6330B" w:rsidP="002E54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-Timed Writing Assignment: Choose two pilgrims who represent distinctly different social classes and explain how Chaucer’s descriptions convey his feelings about the social classes each represents.</w:t>
            </w:r>
          </w:p>
        </w:tc>
        <w:tc>
          <w:tcPr>
            <w:tcW w:w="3690" w:type="dxa"/>
          </w:tcPr>
          <w:p w:rsidR="00B6330B" w:rsidRDefault="00B6330B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Timed Writing – (S)</w:t>
            </w:r>
          </w:p>
          <w:p w:rsidR="00B6330B" w:rsidRDefault="00B6330B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FCAs: 3-5 organized paragraphs</w:t>
            </w:r>
          </w:p>
          <w:p w:rsidR="00B6330B" w:rsidRDefault="00B6330B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Focused and arguable thesis statement</w:t>
            </w:r>
          </w:p>
          <w:p w:rsidR="00B6330B" w:rsidRDefault="00B6330B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Use of 3 quotes as textual support</w:t>
            </w:r>
          </w:p>
          <w:p w:rsidR="00B6330B" w:rsidRDefault="00B6330B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6330B" w:rsidRPr="008F19DB" w:rsidTr="007F4E13">
        <w:trPr>
          <w:trHeight w:val="980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B6330B" w:rsidRDefault="00B6330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10/15</w:t>
            </w:r>
          </w:p>
        </w:tc>
        <w:tc>
          <w:tcPr>
            <w:tcW w:w="3150" w:type="dxa"/>
          </w:tcPr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B6330B" w:rsidRPr="008F19D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B6330B" w:rsidRPr="008F19D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L6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B6330B" w:rsidRPr="008F19DB" w:rsidRDefault="00B6330B" w:rsidP="00BB4011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L7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B6330B" w:rsidRDefault="00B6330B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B6330B" w:rsidRPr="008F19DB" w:rsidRDefault="00B6330B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</w:tc>
        <w:tc>
          <w:tcPr>
            <w:tcW w:w="3150" w:type="dxa"/>
          </w:tcPr>
          <w:p w:rsidR="00B6330B" w:rsidRPr="008F19DB" w:rsidRDefault="00B6330B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altName w:val="Thorndale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827B2"/>
    <w:rsid w:val="000A4522"/>
    <w:rsid w:val="000D5CEF"/>
    <w:rsid w:val="00174B11"/>
    <w:rsid w:val="001D4136"/>
    <w:rsid w:val="001E7B60"/>
    <w:rsid w:val="0020341A"/>
    <w:rsid w:val="00223F16"/>
    <w:rsid w:val="002404CA"/>
    <w:rsid w:val="002555ED"/>
    <w:rsid w:val="002B7762"/>
    <w:rsid w:val="002E54F1"/>
    <w:rsid w:val="002F046D"/>
    <w:rsid w:val="003177BE"/>
    <w:rsid w:val="0032746D"/>
    <w:rsid w:val="003330CC"/>
    <w:rsid w:val="00444E04"/>
    <w:rsid w:val="0054121B"/>
    <w:rsid w:val="005419F0"/>
    <w:rsid w:val="005A2545"/>
    <w:rsid w:val="005B33BD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E493D"/>
    <w:rsid w:val="00A1636C"/>
    <w:rsid w:val="00A26952"/>
    <w:rsid w:val="00A408AB"/>
    <w:rsid w:val="00A90C65"/>
    <w:rsid w:val="00A928A5"/>
    <w:rsid w:val="00AB5DB1"/>
    <w:rsid w:val="00AF7670"/>
    <w:rsid w:val="00B25830"/>
    <w:rsid w:val="00B27929"/>
    <w:rsid w:val="00B6330B"/>
    <w:rsid w:val="00BA2FAE"/>
    <w:rsid w:val="00BA6ADB"/>
    <w:rsid w:val="00BB4011"/>
    <w:rsid w:val="00BC71EF"/>
    <w:rsid w:val="00BF1AAD"/>
    <w:rsid w:val="00C4550E"/>
    <w:rsid w:val="00CF6F7D"/>
    <w:rsid w:val="00D94EA7"/>
    <w:rsid w:val="00DC5DB3"/>
    <w:rsid w:val="00E50CAC"/>
    <w:rsid w:val="00E6291F"/>
    <w:rsid w:val="00E9008E"/>
    <w:rsid w:val="00EC1B54"/>
    <w:rsid w:val="00EC2EFA"/>
    <w:rsid w:val="00F24121"/>
    <w:rsid w:val="00F242A7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341</Words>
  <Characters>1944</Characters>
  <Application>Microsoft Office Outlook</Application>
  <DocSecurity>0</DocSecurity>
  <Lines>0</Lines>
  <Paragraphs>0</Paragraphs>
  <ScaleCrop>false</ScaleCrop>
  <Company>Neshannock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Anthony Cipriano</cp:lastModifiedBy>
  <cp:revision>2</cp:revision>
  <dcterms:created xsi:type="dcterms:W3CDTF">2010-10-12T01:05:00Z</dcterms:created>
  <dcterms:modified xsi:type="dcterms:W3CDTF">2010-10-12T01:05:00Z</dcterms:modified>
</cp:coreProperties>
</file>